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AA" w:rsidRDefault="00051BAA" w:rsidP="005336A6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4:  Stating your Name (10 pts.)</w:t>
      </w:r>
    </w:p>
    <w:p w:rsidR="00051BAA" w:rsidRDefault="00051BAA" w:rsidP="005336A6">
      <w:pPr>
        <w:jc w:val="center"/>
        <w:rPr>
          <w:sz w:val="32"/>
          <w:szCs w:val="32"/>
        </w:rPr>
      </w:pPr>
      <w:r w:rsidRPr="005336A6">
        <w:rPr>
          <w:sz w:val="32"/>
          <w:szCs w:val="32"/>
        </w:rPr>
        <w:t>(and asking for someone else’s name)</w:t>
      </w:r>
    </w:p>
    <w:p w:rsidR="00051BAA" w:rsidRDefault="00051BAA" w:rsidP="005336A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say “What is your name?”  (if available)</w:t>
      </w:r>
    </w:p>
    <w:p w:rsidR="00051BAA" w:rsidRPr="005336A6" w:rsidRDefault="00051BAA" w:rsidP="00D5585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This isn’t available.</w:t>
      </w:r>
    </w:p>
    <w:p w:rsidR="00051BAA" w:rsidRDefault="00051BAA" w:rsidP="005336A6">
      <w:pPr>
        <w:pStyle w:val="ListParagraph"/>
        <w:rPr>
          <w:sz w:val="24"/>
          <w:szCs w:val="24"/>
        </w:rPr>
      </w:pPr>
    </w:p>
    <w:p w:rsidR="00051BAA" w:rsidRDefault="00051BAA" w:rsidP="005336A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state your name (My name is…)?</w:t>
      </w:r>
    </w:p>
    <w:p w:rsidR="00051BAA" w:rsidRPr="006E6C56" w:rsidRDefault="00051BAA" w:rsidP="006E6C56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E6C56">
        <w:rPr>
          <w:sz w:val="24"/>
          <w:szCs w:val="24"/>
        </w:rPr>
        <w:t xml:space="preserve"> Menya zavu</w:t>
      </w:r>
      <w:r>
        <w:rPr>
          <w:sz w:val="24"/>
          <w:szCs w:val="24"/>
        </w:rPr>
        <w:t>… is “My name is…”.</w:t>
      </w:r>
    </w:p>
    <w:sectPr w:rsidR="00051BAA" w:rsidRPr="006E6C56" w:rsidSect="00533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BAA" w:rsidRDefault="00051BAA" w:rsidP="005336A6">
      <w:pPr>
        <w:spacing w:after="0"/>
      </w:pPr>
      <w:r>
        <w:separator/>
      </w:r>
    </w:p>
  </w:endnote>
  <w:endnote w:type="continuationSeparator" w:id="0">
    <w:p w:rsidR="00051BAA" w:rsidRDefault="00051BAA" w:rsidP="005336A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AA" w:rsidRDefault="00051B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AA" w:rsidRDefault="00051B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AA" w:rsidRDefault="00051B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BAA" w:rsidRDefault="00051BAA" w:rsidP="005336A6">
      <w:pPr>
        <w:spacing w:after="0"/>
      </w:pPr>
      <w:r>
        <w:separator/>
      </w:r>
    </w:p>
  </w:footnote>
  <w:footnote w:type="continuationSeparator" w:id="0">
    <w:p w:rsidR="00051BAA" w:rsidRDefault="00051BAA" w:rsidP="005336A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AA" w:rsidRDefault="00051BA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1" o:spid="_x0000_s2049" type="#_x0000_t75" style="position:absolute;margin-left:0;margin-top:0;width:540pt;height:540pt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AA" w:rsidRDefault="00051BA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2" o:spid="_x0000_s2050" type="#_x0000_t75" style="position:absolute;margin-left:0;margin-top:0;width:540pt;height:540pt;z-index:-251657728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AA" w:rsidRDefault="00051BA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30250" o:spid="_x0000_s2051" type="#_x0000_t75" style="position:absolute;margin-left:0;margin-top:0;width:540pt;height:540pt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E0467"/>
    <w:multiLevelType w:val="hybridMultilevel"/>
    <w:tmpl w:val="5DEA72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6A6"/>
    <w:rsid w:val="00051BAA"/>
    <w:rsid w:val="001A2D78"/>
    <w:rsid w:val="003045CD"/>
    <w:rsid w:val="0031056A"/>
    <w:rsid w:val="00435413"/>
    <w:rsid w:val="00480D71"/>
    <w:rsid w:val="004B7995"/>
    <w:rsid w:val="005336A6"/>
    <w:rsid w:val="00560124"/>
    <w:rsid w:val="006E6C56"/>
    <w:rsid w:val="007C5242"/>
    <w:rsid w:val="007F7F5C"/>
    <w:rsid w:val="00840B69"/>
    <w:rsid w:val="008F70D6"/>
    <w:rsid w:val="0092407B"/>
    <w:rsid w:val="00A61ADA"/>
    <w:rsid w:val="00B93238"/>
    <w:rsid w:val="00BD6A3A"/>
    <w:rsid w:val="00C107B7"/>
    <w:rsid w:val="00C8741E"/>
    <w:rsid w:val="00D5585A"/>
    <w:rsid w:val="00DA4430"/>
    <w:rsid w:val="00DD5445"/>
    <w:rsid w:val="00DF3E9B"/>
    <w:rsid w:val="00E4016C"/>
    <w:rsid w:val="00EB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  <w:pPr>
      <w:spacing w:after="100" w:afterAutospacing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336A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36A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336A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36A6"/>
    <w:rPr>
      <w:rFonts w:cs="Times New Roman"/>
    </w:rPr>
  </w:style>
  <w:style w:type="character" w:styleId="Hyperlink">
    <w:name w:val="Hyperlink"/>
    <w:basedOn w:val="DefaultParagraphFont"/>
    <w:uiPriority w:val="99"/>
    <w:rsid w:val="005336A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336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37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33</Words>
  <Characters>192</Characters>
  <Application>Microsoft Office Outlook</Application>
  <DocSecurity>0</DocSecurity>
  <Lines>0</Lines>
  <Paragraphs>0</Paragraphs>
  <ScaleCrop>false</ScaleCrop>
  <Company>Hampton Township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4:  Stating your Name (10 pts</dc:title>
  <dc:subject/>
  <dc:creator>teacher</dc:creator>
  <cp:keywords/>
  <dc:description/>
  <cp:lastModifiedBy>Olivia</cp:lastModifiedBy>
  <cp:revision>2</cp:revision>
  <dcterms:created xsi:type="dcterms:W3CDTF">2011-11-15T22:48:00Z</dcterms:created>
  <dcterms:modified xsi:type="dcterms:W3CDTF">2011-11-15T22:48:00Z</dcterms:modified>
</cp:coreProperties>
</file>